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A9751" w14:textId="77777777" w:rsidR="00681F14" w:rsidRPr="00965777" w:rsidRDefault="00AB3430" w:rsidP="00681F14">
      <w:pPr>
        <w:spacing w:line="240" w:lineRule="auto"/>
        <w:rPr>
          <w:rFonts w:ascii="Arial" w:hAnsi="Arial" w:cs="Arial"/>
          <w:color w:val="00AEEF" w:themeColor="text1"/>
          <w:sz w:val="50"/>
          <w:szCs w:val="50"/>
        </w:rPr>
      </w:pPr>
      <w:r w:rsidRPr="00965777">
        <w:rPr>
          <w:rFonts w:ascii="Arial" w:hAnsi="Arial" w:cs="Arial"/>
          <w:color w:val="00AEEF" w:themeColor="text1"/>
          <w:sz w:val="50"/>
          <w:szCs w:val="50"/>
        </w:rPr>
        <w:t>HERA</w:t>
      </w:r>
      <w:r w:rsidR="00681F14" w:rsidRPr="00965777">
        <w:rPr>
          <w:rFonts w:ascii="Arial" w:hAnsi="Arial" w:cs="Arial"/>
          <w:color w:val="00AEEF" w:themeColor="text1"/>
          <w:sz w:val="50"/>
          <w:szCs w:val="50"/>
        </w:rPr>
        <w:t xml:space="preserve"> </w:t>
      </w:r>
      <w:r w:rsidRPr="00965777">
        <w:rPr>
          <w:rFonts w:ascii="Arial" w:hAnsi="Arial" w:cs="Arial"/>
          <w:color w:val="00AEEF" w:themeColor="text1"/>
          <w:sz w:val="50"/>
          <w:szCs w:val="50"/>
        </w:rPr>
        <w:t xml:space="preserve">research proposal </w:t>
      </w:r>
    </w:p>
    <w:p w14:paraId="61ABE261" w14:textId="77777777" w:rsidR="00681F14" w:rsidRPr="00965777" w:rsidRDefault="00AB3430" w:rsidP="00681F14">
      <w:pPr>
        <w:spacing w:line="240" w:lineRule="auto"/>
        <w:rPr>
          <w:rFonts w:ascii="Arial" w:hAnsi="Arial" w:cs="Arial"/>
          <w:color w:val="636467" w:themeColor="text2"/>
          <w:sz w:val="34"/>
          <w:szCs w:val="34"/>
        </w:rPr>
      </w:pPr>
      <w:r w:rsidRPr="00965777">
        <w:rPr>
          <w:rFonts w:ascii="Arial" w:hAnsi="Arial" w:cs="Arial"/>
          <w:color w:val="636467" w:themeColor="text2"/>
          <w:sz w:val="34"/>
          <w:szCs w:val="34"/>
        </w:rPr>
        <w:t>Internal assessment</w:t>
      </w: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2547"/>
        <w:gridCol w:w="2310"/>
        <w:gridCol w:w="2311"/>
        <w:gridCol w:w="2311"/>
      </w:tblGrid>
      <w:tr w:rsidR="00586A35" w:rsidRPr="00965777" w14:paraId="2CC7E04E" w14:textId="77777777" w:rsidTr="00586A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1888EB" w14:textId="77777777" w:rsidR="00681F14" w:rsidRPr="00965777" w:rsidRDefault="00AB3430" w:rsidP="00586A35">
            <w:pPr>
              <w:spacing w:line="240" w:lineRule="auto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Project title</w:t>
            </w:r>
          </w:p>
        </w:tc>
        <w:tc>
          <w:tcPr>
            <w:tcW w:w="69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496581" w14:textId="77777777" w:rsidR="00681F14" w:rsidRPr="00965777" w:rsidRDefault="006340C6" w:rsidP="00586A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[insert here]</w:t>
            </w:r>
          </w:p>
        </w:tc>
      </w:tr>
      <w:tr w:rsidR="00741858" w:rsidRPr="00965777" w14:paraId="1E3855E6" w14:textId="77777777" w:rsidTr="00B16A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AF4CD08" w14:textId="77777777" w:rsidR="00741858" w:rsidRPr="00965777" w:rsidRDefault="00B16A25" w:rsidP="00586A35">
            <w:pPr>
              <w:spacing w:line="240" w:lineRule="auto"/>
              <w:rPr>
                <w:rFonts w:ascii="Arial" w:hAnsi="Arial" w:cs="Arial"/>
                <w:color w:val="636467" w:themeColor="text2"/>
              </w:rPr>
            </w:pPr>
            <w:r w:rsidRPr="00965777">
              <w:rPr>
                <w:rFonts w:ascii="Arial" w:hAnsi="Arial" w:cs="Arial"/>
                <w:color w:val="636467" w:themeColor="text2"/>
              </w:rPr>
              <w:t>Project leader</w:t>
            </w:r>
          </w:p>
        </w:tc>
        <w:tc>
          <w:tcPr>
            <w:tcW w:w="2310" w:type="dxa"/>
            <w:tcBorders>
              <w:right w:val="single" w:sz="4" w:space="0" w:color="000000"/>
            </w:tcBorders>
          </w:tcPr>
          <w:p w14:paraId="6C6A6453" w14:textId="77777777" w:rsidR="00741858" w:rsidRPr="00965777" w:rsidRDefault="00741858" w:rsidP="00586A3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7E8" w:themeFill="background2"/>
          </w:tcPr>
          <w:p w14:paraId="4897BBBD" w14:textId="77777777" w:rsidR="00741858" w:rsidRPr="00965777" w:rsidRDefault="00B16A25" w:rsidP="00586A3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5777">
              <w:rPr>
                <w:rFonts w:ascii="Arial" w:hAnsi="Arial" w:cs="Arial"/>
                <w:b/>
              </w:rPr>
              <w:t>Overall rating score (%)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179B" w14:textId="77777777" w:rsidR="00741858" w:rsidRPr="00965777" w:rsidRDefault="00741858" w:rsidP="00586A3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B16A25" w:rsidRPr="00965777" w14:paraId="613E8866" w14:textId="77777777" w:rsidTr="00B16A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244220F" w14:textId="77777777" w:rsidR="00B16A25" w:rsidRPr="00965777" w:rsidRDefault="00B16A25" w:rsidP="00586A35">
            <w:pPr>
              <w:spacing w:line="240" w:lineRule="auto"/>
              <w:rPr>
                <w:rFonts w:ascii="Arial" w:hAnsi="Arial" w:cs="Arial"/>
                <w:color w:val="636467" w:themeColor="text2"/>
              </w:rPr>
            </w:pPr>
            <w:r w:rsidRPr="00965777">
              <w:rPr>
                <w:rFonts w:ascii="Arial" w:hAnsi="Arial" w:cs="Arial"/>
                <w:color w:val="636467" w:themeColor="text2"/>
              </w:rPr>
              <w:t>Reviewing panel</w:t>
            </w:r>
          </w:p>
        </w:tc>
        <w:tc>
          <w:tcPr>
            <w:tcW w:w="2310" w:type="dxa"/>
            <w:tcBorders>
              <w:right w:val="single" w:sz="4" w:space="0" w:color="000000"/>
            </w:tcBorders>
          </w:tcPr>
          <w:p w14:paraId="3ADB8832" w14:textId="77777777" w:rsidR="00B16A25" w:rsidRPr="00965777" w:rsidRDefault="00B16A25" w:rsidP="00586A3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7E8" w:themeFill="background2"/>
          </w:tcPr>
          <w:p w14:paraId="1304ABA0" w14:textId="77777777" w:rsidR="00B16A25" w:rsidRPr="00965777" w:rsidRDefault="00B16A25" w:rsidP="00586A3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5777">
              <w:rPr>
                <w:rFonts w:ascii="Arial" w:hAnsi="Arial" w:cs="Arial"/>
                <w:b/>
              </w:rPr>
              <w:t>Date of review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DB36" w14:textId="77777777" w:rsidR="00B16A25" w:rsidRPr="00965777" w:rsidRDefault="00B16A25" w:rsidP="00586A3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B16A25" w:rsidRPr="00965777" w14:paraId="496C8167" w14:textId="77777777" w:rsidTr="00B16A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7038C78" w14:textId="77777777" w:rsidR="00B16A25" w:rsidRPr="00965777" w:rsidRDefault="00B16A25" w:rsidP="00586A35">
            <w:pPr>
              <w:spacing w:line="240" w:lineRule="auto"/>
              <w:rPr>
                <w:rFonts w:ascii="Arial" w:hAnsi="Arial" w:cs="Arial"/>
                <w:color w:val="636467" w:themeColor="text2"/>
              </w:rPr>
            </w:pPr>
            <w:r w:rsidRPr="00965777">
              <w:rPr>
                <w:rFonts w:ascii="Arial" w:hAnsi="Arial" w:cs="Arial"/>
                <w:color w:val="636467" w:themeColor="text2"/>
              </w:rPr>
              <w:t>Start date</w:t>
            </w:r>
          </w:p>
        </w:tc>
        <w:tc>
          <w:tcPr>
            <w:tcW w:w="2310" w:type="dxa"/>
            <w:tcBorders>
              <w:right w:val="single" w:sz="4" w:space="0" w:color="000000"/>
            </w:tcBorders>
          </w:tcPr>
          <w:p w14:paraId="1E30A226" w14:textId="77777777" w:rsidR="00B16A25" w:rsidRPr="00965777" w:rsidRDefault="00B16A25" w:rsidP="00586A3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7E8" w:themeFill="background2"/>
          </w:tcPr>
          <w:p w14:paraId="4AC95B61" w14:textId="77777777" w:rsidR="00B16A25" w:rsidRPr="00965777" w:rsidRDefault="00B16A25" w:rsidP="00586A3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5777">
              <w:rPr>
                <w:rFonts w:ascii="Arial" w:hAnsi="Arial" w:cs="Arial"/>
                <w:b/>
              </w:rPr>
              <w:t>End date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6E55" w14:textId="77777777" w:rsidR="00B16A25" w:rsidRPr="00965777" w:rsidRDefault="00B16A25" w:rsidP="00586A3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62AD340B" w14:textId="77777777" w:rsidR="00681F14" w:rsidRPr="00965777" w:rsidRDefault="00681F14" w:rsidP="000C1508">
      <w:pPr>
        <w:contextualSpacing/>
        <w:rPr>
          <w:rFonts w:ascii="Arial" w:hAnsi="Arial" w:cs="Arial"/>
          <w:color w:val="636467" w:themeColor="text2"/>
        </w:rPr>
      </w:pPr>
    </w:p>
    <w:p w14:paraId="29B26BDB" w14:textId="77777777" w:rsidR="008E16B1" w:rsidRPr="00965777" w:rsidRDefault="00586A35" w:rsidP="008E16B1">
      <w:pPr>
        <w:pStyle w:val="Caption"/>
        <w:rPr>
          <w:rFonts w:ascii="Arial" w:hAnsi="Arial" w:cs="Arial"/>
          <w:color w:val="00AEEF" w:themeColor="text1"/>
          <w:sz w:val="40"/>
          <w:szCs w:val="40"/>
        </w:rPr>
      </w:pPr>
      <w:r w:rsidRPr="00965777">
        <w:rPr>
          <w:rFonts w:ascii="Arial" w:hAnsi="Arial" w:cs="Arial"/>
          <w:color w:val="00AEEF" w:themeColor="text1"/>
          <w:sz w:val="40"/>
          <w:szCs w:val="40"/>
        </w:rPr>
        <w:t>Project overview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9"/>
      </w:tblGrid>
      <w:tr w:rsidR="00A86A4C" w:rsidRPr="00965777" w14:paraId="36EFE47A" w14:textId="77777777" w:rsidTr="00A86A4C">
        <w:tc>
          <w:tcPr>
            <w:tcW w:w="9479" w:type="dxa"/>
          </w:tcPr>
          <w:p w14:paraId="3CE06C94" w14:textId="77777777" w:rsidR="00A86A4C" w:rsidRPr="00965777" w:rsidRDefault="00A86A4C" w:rsidP="00A86A4C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t>Give a brief description of the project, its background and why it’s important to industry:</w:t>
            </w:r>
          </w:p>
          <w:p w14:paraId="08B23034" w14:textId="77777777" w:rsidR="00A86A4C" w:rsidRPr="00965777" w:rsidRDefault="00A86A4C" w:rsidP="00A86A4C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  <w:highlight w:val="yellow"/>
              </w:rPr>
              <w:t>[insert her</w:t>
            </w:r>
            <w:bookmarkStart w:id="0" w:name="_GoBack"/>
            <w:bookmarkEnd w:id="0"/>
            <w:r w:rsidRPr="00965777">
              <w:rPr>
                <w:rFonts w:ascii="Arial" w:hAnsi="Arial" w:cs="Arial"/>
                <w:highlight w:val="yellow"/>
              </w:rPr>
              <w:t>e]</w:t>
            </w:r>
          </w:p>
        </w:tc>
      </w:tr>
    </w:tbl>
    <w:p w14:paraId="2C1CEEE5" w14:textId="77777777" w:rsidR="008E16B1" w:rsidRPr="00965777" w:rsidRDefault="008E16B1" w:rsidP="000C1508">
      <w:pPr>
        <w:contextualSpacing/>
        <w:rPr>
          <w:rFonts w:ascii="Arial" w:hAnsi="Arial" w:cs="Arial"/>
          <w:color w:val="636467" w:themeColor="text2"/>
        </w:rPr>
      </w:pPr>
    </w:p>
    <w:tbl>
      <w:tblPr>
        <w:tblStyle w:val="GridTable4"/>
        <w:tblW w:w="9493" w:type="dxa"/>
        <w:tblLook w:val="04A0" w:firstRow="1" w:lastRow="0" w:firstColumn="1" w:lastColumn="0" w:noHBand="0" w:noVBand="1"/>
      </w:tblPr>
      <w:tblGrid>
        <w:gridCol w:w="2547"/>
        <w:gridCol w:w="5953"/>
        <w:gridCol w:w="993"/>
      </w:tblGrid>
      <w:tr w:rsidR="001C448B" w:rsidRPr="00965777" w14:paraId="0736F8AD" w14:textId="77777777" w:rsidTr="006340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  <w:gridSpan w:val="3"/>
          </w:tcPr>
          <w:p w14:paraId="6D05811C" w14:textId="2EAFBB30" w:rsidR="001C448B" w:rsidRPr="00965777" w:rsidRDefault="008E16B1" w:rsidP="00586A35">
            <w:pPr>
              <w:rPr>
                <w:rFonts w:ascii="Arial" w:hAnsi="Arial" w:cs="Arial"/>
                <w:b w:val="0"/>
                <w:bCs w:val="0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 xml:space="preserve">Project </w:t>
            </w:r>
            <w:r w:rsidR="00586A35" w:rsidRPr="00965777">
              <w:rPr>
                <w:rFonts w:ascii="Arial" w:hAnsi="Arial" w:cs="Arial"/>
                <w:color w:val="FFFFFF" w:themeColor="background1"/>
              </w:rPr>
              <w:t>ranking against assessment criteria (comes from relevant panel review</w:t>
            </w:r>
            <w:r w:rsidR="00885121" w:rsidRPr="00965777">
              <w:rPr>
                <w:rFonts w:ascii="Arial" w:hAnsi="Arial" w:cs="Arial"/>
                <w:color w:val="FFFFFF" w:themeColor="background1"/>
              </w:rPr>
              <w:t>,, assessment against criteria should come from the proponent</w:t>
            </w:r>
            <w:r w:rsidR="00586A35" w:rsidRPr="00965777">
              <w:rPr>
                <w:rFonts w:ascii="Arial" w:hAnsi="Arial" w:cs="Arial"/>
                <w:color w:val="FFFFFF" w:themeColor="background1"/>
              </w:rPr>
              <w:t>)</w:t>
            </w:r>
          </w:p>
        </w:tc>
      </w:tr>
      <w:tr w:rsidR="00586A35" w:rsidRPr="00965777" w14:paraId="1CD9601A" w14:textId="77777777" w:rsidTr="000D4FED">
        <w:trPr>
          <w:trHeight w:val="1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top"/>
          </w:tcPr>
          <w:p w14:paraId="62EEAEBB" w14:textId="77777777" w:rsidR="00586A35" w:rsidRPr="00965777" w:rsidRDefault="00586A35" w:rsidP="00525560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t>Research quality</w:t>
            </w:r>
          </w:p>
          <w:p w14:paraId="79B22A60" w14:textId="77777777" w:rsidR="00586A35" w:rsidRPr="00965777" w:rsidRDefault="006340C6" w:rsidP="009930EA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Please address requirements in panel assessment sheet</w:t>
            </w:r>
          </w:p>
        </w:tc>
        <w:tc>
          <w:tcPr>
            <w:tcW w:w="5953" w:type="dxa"/>
            <w:vAlign w:val="top"/>
          </w:tcPr>
          <w:p w14:paraId="28B9F190" w14:textId="77777777" w:rsidR="00586A35" w:rsidRPr="00965777" w:rsidRDefault="00586A35" w:rsidP="00525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022DCB" w14:textId="77777777" w:rsidR="000D4FED" w:rsidRPr="00965777" w:rsidRDefault="000D4FED" w:rsidP="00525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86E603" w14:textId="77777777" w:rsidR="000D4FED" w:rsidRPr="00965777" w:rsidRDefault="000D4FED" w:rsidP="00525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109B09" w14:textId="6BA38735" w:rsidR="000D4FED" w:rsidRPr="00965777" w:rsidRDefault="000D4FED" w:rsidP="00525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top"/>
          </w:tcPr>
          <w:p w14:paraId="6F189357" w14:textId="77777777" w:rsidR="00586A35" w:rsidRPr="00965777" w:rsidRDefault="006340C6" w:rsidP="006340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65777">
              <w:rPr>
                <w:rFonts w:ascii="Arial" w:hAnsi="Arial" w:cs="Arial"/>
                <w:b/>
                <w:sz w:val="18"/>
                <w:szCs w:val="18"/>
              </w:rPr>
              <w:t>Rating out of 30:</w:t>
            </w:r>
          </w:p>
        </w:tc>
      </w:tr>
      <w:tr w:rsidR="006340C6" w:rsidRPr="00965777" w14:paraId="6C1F2081" w14:textId="77777777" w:rsidTr="000D4FED">
        <w:trPr>
          <w:trHeight w:val="1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top"/>
          </w:tcPr>
          <w:p w14:paraId="5A4883B6" w14:textId="77777777" w:rsidR="006340C6" w:rsidRPr="00965777" w:rsidRDefault="006340C6" w:rsidP="00525560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t>Research impact</w:t>
            </w:r>
          </w:p>
          <w:p w14:paraId="2AF1B4C9" w14:textId="77777777" w:rsidR="006340C6" w:rsidRPr="00965777" w:rsidRDefault="006340C6" w:rsidP="00525560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Please address requirements in panel assessment sheet</w:t>
            </w:r>
          </w:p>
        </w:tc>
        <w:tc>
          <w:tcPr>
            <w:tcW w:w="5953" w:type="dxa"/>
            <w:vAlign w:val="top"/>
          </w:tcPr>
          <w:p w14:paraId="1C1EB37F" w14:textId="77777777" w:rsidR="006340C6" w:rsidRPr="00965777" w:rsidRDefault="006340C6" w:rsidP="00525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FC23B2" w14:textId="77777777" w:rsidR="000D4FED" w:rsidRPr="00965777" w:rsidRDefault="000D4FED" w:rsidP="00525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30D88A" w14:textId="77777777" w:rsidR="000D4FED" w:rsidRPr="00965777" w:rsidRDefault="000D4FED" w:rsidP="00525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5B14A6E" w14:textId="7BF24AE9" w:rsidR="000D4FED" w:rsidRPr="00965777" w:rsidRDefault="000D4FED" w:rsidP="00525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top"/>
          </w:tcPr>
          <w:p w14:paraId="4D811568" w14:textId="77777777" w:rsidR="006340C6" w:rsidRPr="00965777" w:rsidRDefault="006340C6" w:rsidP="006340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65777">
              <w:rPr>
                <w:rFonts w:ascii="Arial" w:hAnsi="Arial" w:cs="Arial"/>
                <w:b/>
                <w:sz w:val="18"/>
                <w:szCs w:val="18"/>
              </w:rPr>
              <w:t>Rating out of 40:</w:t>
            </w:r>
          </w:p>
        </w:tc>
      </w:tr>
      <w:tr w:rsidR="006340C6" w:rsidRPr="00965777" w14:paraId="6E67D0DB" w14:textId="77777777" w:rsidTr="000D4FED">
        <w:trPr>
          <w:trHeight w:val="1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top"/>
          </w:tcPr>
          <w:p w14:paraId="012EDA05" w14:textId="77777777" w:rsidR="006340C6" w:rsidRPr="00965777" w:rsidRDefault="006340C6" w:rsidP="006340C6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t>Alignment with HERA strategy</w:t>
            </w:r>
          </w:p>
          <w:p w14:paraId="7D6EADAE" w14:textId="77777777" w:rsidR="006340C6" w:rsidRPr="00965777" w:rsidRDefault="006340C6" w:rsidP="006340C6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Please address requirements in panel assessment sheet</w:t>
            </w:r>
          </w:p>
        </w:tc>
        <w:tc>
          <w:tcPr>
            <w:tcW w:w="5953" w:type="dxa"/>
            <w:vAlign w:val="top"/>
          </w:tcPr>
          <w:p w14:paraId="6A33FF11" w14:textId="77777777" w:rsidR="006340C6" w:rsidRPr="00965777" w:rsidRDefault="006340C6" w:rsidP="006340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867FA1" w14:textId="2BEA9FE6" w:rsidR="000D4FED" w:rsidRPr="00965777" w:rsidRDefault="000D4FED" w:rsidP="006340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050016" w14:textId="77777777" w:rsidR="000D4FED" w:rsidRPr="00965777" w:rsidRDefault="000D4FED" w:rsidP="006340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09F170" w14:textId="67CD0D5C" w:rsidR="000D4FED" w:rsidRPr="00965777" w:rsidRDefault="000D4FED" w:rsidP="006340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top"/>
          </w:tcPr>
          <w:p w14:paraId="0A80130F" w14:textId="77777777" w:rsidR="006340C6" w:rsidRPr="00965777" w:rsidRDefault="006340C6" w:rsidP="006340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65777">
              <w:rPr>
                <w:rFonts w:ascii="Arial" w:hAnsi="Arial" w:cs="Arial"/>
                <w:b/>
                <w:sz w:val="18"/>
                <w:szCs w:val="18"/>
              </w:rPr>
              <w:t>Rating out of 30:</w:t>
            </w:r>
          </w:p>
        </w:tc>
      </w:tr>
    </w:tbl>
    <w:p w14:paraId="1FC45A6C" w14:textId="77777777" w:rsidR="00B16A25" w:rsidRPr="00965777" w:rsidRDefault="00B16A25" w:rsidP="006340C6">
      <w:pPr>
        <w:pStyle w:val="Caption"/>
        <w:rPr>
          <w:rFonts w:ascii="Arial" w:hAnsi="Arial" w:cs="Arial"/>
          <w:color w:val="00AEEF" w:themeColor="text1"/>
          <w:sz w:val="40"/>
          <w:szCs w:val="40"/>
        </w:rPr>
      </w:pPr>
    </w:p>
    <w:p w14:paraId="48B108CE" w14:textId="77777777" w:rsidR="000D4FED" w:rsidRPr="00965777" w:rsidRDefault="000D4FED" w:rsidP="006340C6">
      <w:pPr>
        <w:pStyle w:val="Caption"/>
        <w:rPr>
          <w:rFonts w:ascii="Arial" w:hAnsi="Arial" w:cs="Arial"/>
          <w:color w:val="00AEEF" w:themeColor="text1"/>
          <w:sz w:val="40"/>
          <w:szCs w:val="40"/>
        </w:rPr>
      </w:pPr>
    </w:p>
    <w:p w14:paraId="358A9B28" w14:textId="77777777" w:rsidR="000D4FED" w:rsidRPr="00965777" w:rsidRDefault="000D4FED" w:rsidP="006340C6">
      <w:pPr>
        <w:pStyle w:val="Caption"/>
        <w:rPr>
          <w:rFonts w:ascii="Arial" w:hAnsi="Arial" w:cs="Arial"/>
          <w:color w:val="00AEEF" w:themeColor="text1"/>
          <w:sz w:val="40"/>
          <w:szCs w:val="40"/>
        </w:rPr>
      </w:pPr>
    </w:p>
    <w:p w14:paraId="4165AC40" w14:textId="77777777" w:rsidR="000D4FED" w:rsidRPr="00965777" w:rsidRDefault="000D4FED" w:rsidP="006340C6">
      <w:pPr>
        <w:pStyle w:val="Caption"/>
        <w:rPr>
          <w:rFonts w:ascii="Arial" w:hAnsi="Arial" w:cs="Arial"/>
          <w:color w:val="00AEEF" w:themeColor="text1"/>
          <w:sz w:val="40"/>
          <w:szCs w:val="40"/>
        </w:rPr>
      </w:pPr>
    </w:p>
    <w:p w14:paraId="4ACD9443" w14:textId="216F2EDE" w:rsidR="005C4D1A" w:rsidRPr="00965777" w:rsidRDefault="006340C6" w:rsidP="006340C6">
      <w:pPr>
        <w:pStyle w:val="Caption"/>
        <w:rPr>
          <w:rFonts w:ascii="Arial" w:hAnsi="Arial" w:cs="Arial"/>
          <w:color w:val="00AEEF" w:themeColor="text1"/>
          <w:sz w:val="40"/>
          <w:szCs w:val="40"/>
        </w:rPr>
      </w:pPr>
      <w:r w:rsidRPr="00965777">
        <w:rPr>
          <w:rFonts w:ascii="Arial" w:hAnsi="Arial" w:cs="Arial"/>
          <w:color w:val="00AEEF" w:themeColor="text1"/>
          <w:sz w:val="40"/>
          <w:szCs w:val="40"/>
        </w:rPr>
        <w:t>Project costings</w:t>
      </w: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2547"/>
        <w:gridCol w:w="6932"/>
      </w:tblGrid>
      <w:tr w:rsidR="006340C6" w:rsidRPr="00965777" w14:paraId="6E9771F0" w14:textId="77777777" w:rsidTr="00B16A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D9C91" w14:textId="77777777" w:rsidR="006340C6" w:rsidRPr="00965777" w:rsidRDefault="00FF39C3" w:rsidP="002E0A9F">
            <w:pPr>
              <w:spacing w:line="240" w:lineRule="auto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Person accountable (FTE)</w:t>
            </w:r>
          </w:p>
        </w:tc>
        <w:tc>
          <w:tcPr>
            <w:tcW w:w="6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2C326E" w14:textId="77777777" w:rsidR="006340C6" w:rsidRPr="00965777" w:rsidRDefault="00FF39C3" w:rsidP="002E0A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[insert here]</w:t>
            </w:r>
          </w:p>
        </w:tc>
      </w:tr>
      <w:tr w:rsidR="006340C6" w:rsidRPr="00965777" w14:paraId="1A99E6B1" w14:textId="77777777" w:rsidTr="00B16A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E512" w14:textId="77777777" w:rsidR="006340C6" w:rsidRPr="00965777" w:rsidRDefault="00FF39C3" w:rsidP="002E0A9F">
            <w:pPr>
              <w:spacing w:line="240" w:lineRule="auto"/>
              <w:rPr>
                <w:rFonts w:ascii="Arial" w:hAnsi="Arial" w:cs="Arial"/>
                <w:color w:val="636467" w:themeColor="text2"/>
              </w:rPr>
            </w:pPr>
            <w:r w:rsidRPr="00965777">
              <w:rPr>
                <w:rFonts w:ascii="Arial" w:hAnsi="Arial" w:cs="Arial"/>
                <w:color w:val="636467" w:themeColor="text2"/>
              </w:rPr>
              <w:t>Other staff (FTE)</w:t>
            </w:r>
          </w:p>
          <w:p w14:paraId="2E32B822" w14:textId="77777777" w:rsidR="00FF39C3" w:rsidRPr="00965777" w:rsidRDefault="00FF39C3" w:rsidP="00FF39C3">
            <w:pPr>
              <w:rPr>
                <w:rFonts w:ascii="Arial" w:hAnsi="Arial" w:cs="Arial"/>
                <w:color w:val="636467" w:themeColor="text2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Please list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CCF6" w14:textId="77777777" w:rsidR="006340C6" w:rsidRPr="00965777" w:rsidRDefault="006340C6" w:rsidP="002E0A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636467" w:themeColor="text2"/>
              </w:rPr>
            </w:pPr>
          </w:p>
        </w:tc>
      </w:tr>
    </w:tbl>
    <w:p w14:paraId="1D33C861" w14:textId="77777777" w:rsidR="006340C6" w:rsidRPr="00965777" w:rsidRDefault="006340C6" w:rsidP="006340C6">
      <w:pPr>
        <w:rPr>
          <w:rFonts w:ascii="Arial" w:hAnsi="Arial" w:cs="Arial"/>
        </w:rPr>
      </w:pPr>
    </w:p>
    <w:tbl>
      <w:tblPr>
        <w:tblStyle w:val="GridTable4"/>
        <w:tblW w:w="9493" w:type="dxa"/>
        <w:tblLook w:val="04A0" w:firstRow="1" w:lastRow="0" w:firstColumn="1" w:lastColumn="0" w:noHBand="0" w:noVBand="1"/>
      </w:tblPr>
      <w:tblGrid>
        <w:gridCol w:w="2547"/>
        <w:gridCol w:w="1883"/>
        <w:gridCol w:w="1600"/>
        <w:gridCol w:w="1600"/>
        <w:gridCol w:w="1863"/>
      </w:tblGrid>
      <w:tr w:rsidR="005C4D1A" w:rsidRPr="00965777" w14:paraId="604941D4" w14:textId="77777777" w:rsidTr="006340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69AEDEE" w14:textId="77777777" w:rsidR="005C4D1A" w:rsidRPr="00965777" w:rsidRDefault="00A86A4C" w:rsidP="00525560">
            <w:pPr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Project cost breakdown</w:t>
            </w:r>
          </w:p>
          <w:p w14:paraId="60A6A23E" w14:textId="77777777" w:rsidR="005C4D1A" w:rsidRPr="00965777" w:rsidRDefault="005C4D1A" w:rsidP="00525560">
            <w:pPr>
              <w:rPr>
                <w:rFonts w:ascii="Arial" w:hAnsi="Arial" w:cs="Arial"/>
                <w:b w:val="0"/>
                <w:bCs w:val="0"/>
                <w:color w:val="FFFFFF" w:themeColor="background1"/>
              </w:rPr>
            </w:pPr>
          </w:p>
        </w:tc>
        <w:tc>
          <w:tcPr>
            <w:tcW w:w="1883" w:type="dxa"/>
          </w:tcPr>
          <w:p w14:paraId="73AB1C1B" w14:textId="77777777" w:rsidR="005C4D1A" w:rsidRPr="00965777" w:rsidRDefault="005C4D1A" w:rsidP="005C4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Year 1</w:t>
            </w:r>
          </w:p>
          <w:p w14:paraId="0662341E" w14:textId="77777777" w:rsidR="005C4D1A" w:rsidRPr="00965777" w:rsidRDefault="005C4D1A" w:rsidP="005C4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b w:val="0"/>
                <w:color w:val="FFFFFF" w:themeColor="background1"/>
              </w:rPr>
              <w:t>[Start date]</w:t>
            </w:r>
          </w:p>
        </w:tc>
        <w:tc>
          <w:tcPr>
            <w:tcW w:w="1600" w:type="dxa"/>
          </w:tcPr>
          <w:p w14:paraId="00762391" w14:textId="77777777" w:rsidR="005C4D1A" w:rsidRPr="00965777" w:rsidRDefault="005C4D1A" w:rsidP="005C4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Year 2</w:t>
            </w:r>
          </w:p>
          <w:p w14:paraId="4F3F1BC9" w14:textId="77777777" w:rsidR="005C4D1A" w:rsidRPr="00965777" w:rsidRDefault="005C4D1A" w:rsidP="005C4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</w:rPr>
            </w:pPr>
            <w:r w:rsidRPr="00965777">
              <w:rPr>
                <w:rFonts w:ascii="Arial" w:hAnsi="Arial" w:cs="Arial"/>
                <w:b w:val="0"/>
                <w:color w:val="FFFFFF" w:themeColor="background1"/>
              </w:rPr>
              <w:t>[Start date]</w:t>
            </w:r>
          </w:p>
        </w:tc>
        <w:tc>
          <w:tcPr>
            <w:tcW w:w="1600" w:type="dxa"/>
          </w:tcPr>
          <w:p w14:paraId="4319CB02" w14:textId="77777777" w:rsidR="005C4D1A" w:rsidRPr="00965777" w:rsidRDefault="005C4D1A" w:rsidP="005C4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Year 3</w:t>
            </w:r>
          </w:p>
          <w:p w14:paraId="4F8DDAA0" w14:textId="77777777" w:rsidR="005C4D1A" w:rsidRPr="00965777" w:rsidRDefault="005C4D1A" w:rsidP="005C4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b w:val="0"/>
                <w:color w:val="FFFFFF" w:themeColor="background1"/>
              </w:rPr>
              <w:t>[Start date]</w:t>
            </w:r>
          </w:p>
        </w:tc>
        <w:tc>
          <w:tcPr>
            <w:tcW w:w="1863" w:type="dxa"/>
          </w:tcPr>
          <w:p w14:paraId="1009103C" w14:textId="77777777" w:rsidR="005C4D1A" w:rsidRPr="00965777" w:rsidRDefault="005C4D1A" w:rsidP="005C4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Total</w:t>
            </w:r>
          </w:p>
          <w:p w14:paraId="46C074AF" w14:textId="77777777" w:rsidR="005C4D1A" w:rsidRPr="00965777" w:rsidRDefault="005C4D1A" w:rsidP="005C4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5C4D1A" w:rsidRPr="00965777" w14:paraId="488E536A" w14:textId="77777777" w:rsidTr="00FF39C3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56F3D33" w14:textId="77777777" w:rsidR="005C4D1A" w:rsidRPr="00965777" w:rsidRDefault="006340C6" w:rsidP="005C4D1A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t>Consultants</w:t>
            </w:r>
          </w:p>
          <w:p w14:paraId="478BCFE7" w14:textId="77777777" w:rsidR="00FF39C3" w:rsidRPr="00965777" w:rsidRDefault="00FF39C3" w:rsidP="005C4D1A">
            <w:pPr>
              <w:rPr>
                <w:rFonts w:ascii="Arial" w:hAnsi="Arial" w:cs="Arial"/>
              </w:rPr>
            </w:pPr>
          </w:p>
        </w:tc>
        <w:tc>
          <w:tcPr>
            <w:tcW w:w="1883" w:type="dxa"/>
          </w:tcPr>
          <w:p w14:paraId="59B3ACDB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</w:tcPr>
          <w:p w14:paraId="5CFB2287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</w:tcPr>
          <w:p w14:paraId="29686E22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863" w:type="dxa"/>
          </w:tcPr>
          <w:p w14:paraId="2655E712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</w:tr>
      <w:tr w:rsidR="005C4D1A" w:rsidRPr="00965777" w14:paraId="40986C04" w14:textId="77777777" w:rsidTr="006340C6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722D3FD" w14:textId="77777777" w:rsidR="00FF39C3" w:rsidRPr="00965777" w:rsidRDefault="006340C6" w:rsidP="005C4D1A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t>Other</w:t>
            </w:r>
          </w:p>
          <w:p w14:paraId="2E2B5984" w14:textId="77777777" w:rsidR="005C4D1A" w:rsidRPr="00965777" w:rsidRDefault="00FF39C3" w:rsidP="00FF39C3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D</w:t>
            </w:r>
            <w:r w:rsidR="006340C6" w:rsidRPr="00965777">
              <w:rPr>
                <w:rFonts w:ascii="Arial" w:hAnsi="Arial" w:cs="Arial"/>
                <w:b w:val="0"/>
                <w:sz w:val="18"/>
                <w:szCs w:val="18"/>
              </w:rPr>
              <w:t>etail required</w:t>
            </w: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:</w:t>
            </w:r>
          </w:p>
        </w:tc>
        <w:tc>
          <w:tcPr>
            <w:tcW w:w="1883" w:type="dxa"/>
          </w:tcPr>
          <w:p w14:paraId="5015F72B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</w:tcPr>
          <w:p w14:paraId="75B7FAC5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</w:tcPr>
          <w:p w14:paraId="2E1C42B7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863" w:type="dxa"/>
          </w:tcPr>
          <w:p w14:paraId="0D3836BB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</w:tr>
      <w:tr w:rsidR="005C4D1A" w:rsidRPr="00965777" w14:paraId="0E904BFA" w14:textId="77777777" w:rsidTr="00FF39C3">
        <w:trPr>
          <w:trHeight w:val="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274A541" w14:textId="77777777" w:rsidR="005C4D1A" w:rsidRPr="00965777" w:rsidRDefault="006340C6" w:rsidP="005C4D1A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t>Total variable costs</w:t>
            </w:r>
          </w:p>
        </w:tc>
        <w:tc>
          <w:tcPr>
            <w:tcW w:w="1883" w:type="dxa"/>
            <w:shd w:val="clear" w:color="auto" w:fill="E6E7E8" w:themeFill="background2"/>
          </w:tcPr>
          <w:p w14:paraId="3FF4733F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  <w:shd w:val="clear" w:color="auto" w:fill="E6E7E8" w:themeFill="background2"/>
          </w:tcPr>
          <w:p w14:paraId="1FF6206A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  <w:shd w:val="clear" w:color="auto" w:fill="E6E7E8" w:themeFill="background2"/>
          </w:tcPr>
          <w:p w14:paraId="404644E5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863" w:type="dxa"/>
            <w:shd w:val="clear" w:color="auto" w:fill="E6E7E8" w:themeFill="background2"/>
          </w:tcPr>
          <w:p w14:paraId="62CDDC7B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</w:tr>
      <w:tr w:rsidR="005C4D1A" w:rsidRPr="00965777" w14:paraId="0B24437C" w14:textId="77777777" w:rsidTr="006340C6">
        <w:trPr>
          <w:trHeight w:val="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0BF81DF" w14:textId="77777777" w:rsidR="00FF39C3" w:rsidRPr="00965777" w:rsidRDefault="006340C6" w:rsidP="005C4D1A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t xml:space="preserve">Co-funding </w:t>
            </w:r>
          </w:p>
          <w:p w14:paraId="5DE62FDC" w14:textId="77777777" w:rsidR="005C4D1A" w:rsidRPr="00965777" w:rsidRDefault="00FF39C3" w:rsidP="005C4D1A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Detail source:</w:t>
            </w:r>
          </w:p>
        </w:tc>
        <w:tc>
          <w:tcPr>
            <w:tcW w:w="1883" w:type="dxa"/>
          </w:tcPr>
          <w:p w14:paraId="62C701AE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</w:tcPr>
          <w:p w14:paraId="07986C98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</w:tcPr>
          <w:p w14:paraId="7D8ACAC6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863" w:type="dxa"/>
          </w:tcPr>
          <w:p w14:paraId="5091F9AD" w14:textId="77777777" w:rsidR="005C4D1A" w:rsidRPr="00965777" w:rsidRDefault="005C4D1A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</w:tr>
      <w:tr w:rsidR="006340C6" w:rsidRPr="00965777" w14:paraId="75B9EC7E" w14:textId="77777777" w:rsidTr="00FF39C3">
        <w:trPr>
          <w:trHeight w:val="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93D932A" w14:textId="77777777" w:rsidR="006340C6" w:rsidRPr="00965777" w:rsidRDefault="006340C6" w:rsidP="005C4D1A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t>HERA levy funding requested</w:t>
            </w:r>
          </w:p>
        </w:tc>
        <w:tc>
          <w:tcPr>
            <w:tcW w:w="1883" w:type="dxa"/>
            <w:shd w:val="clear" w:color="auto" w:fill="E6E7E8" w:themeFill="background2"/>
          </w:tcPr>
          <w:p w14:paraId="1A435EB1" w14:textId="748DF687" w:rsidR="006340C6" w:rsidRPr="00965777" w:rsidRDefault="000D4FED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  <w:shd w:val="clear" w:color="auto" w:fill="E6E7E8" w:themeFill="background2"/>
          </w:tcPr>
          <w:p w14:paraId="25947B21" w14:textId="05378CBC" w:rsidR="006340C6" w:rsidRPr="00965777" w:rsidRDefault="000D4FED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600" w:type="dxa"/>
            <w:shd w:val="clear" w:color="auto" w:fill="E6E7E8" w:themeFill="background2"/>
          </w:tcPr>
          <w:p w14:paraId="4C4457C3" w14:textId="3F1ECD28" w:rsidR="006340C6" w:rsidRPr="00965777" w:rsidRDefault="000D4FED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863" w:type="dxa"/>
            <w:shd w:val="clear" w:color="auto" w:fill="E6E7E8" w:themeFill="background2"/>
          </w:tcPr>
          <w:p w14:paraId="74E7A536" w14:textId="1BB14E9A" w:rsidR="006340C6" w:rsidRPr="00965777" w:rsidRDefault="000D4FED" w:rsidP="005C4D1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sz w:val="18"/>
                <w:szCs w:val="18"/>
              </w:rPr>
              <w:t>$</w:t>
            </w:r>
          </w:p>
        </w:tc>
      </w:tr>
    </w:tbl>
    <w:p w14:paraId="78210907" w14:textId="77777777" w:rsidR="008E16B1" w:rsidRPr="00965777" w:rsidRDefault="008E16B1" w:rsidP="008E16B1">
      <w:pPr>
        <w:spacing w:line="240" w:lineRule="auto"/>
        <w:rPr>
          <w:rFonts w:ascii="Arial" w:hAnsi="Arial" w:cs="Arial"/>
          <w:color w:val="636467" w:themeColor="text2"/>
        </w:rPr>
      </w:pPr>
    </w:p>
    <w:p w14:paraId="266454E5" w14:textId="77777777" w:rsidR="00FF39C3" w:rsidRPr="00965777" w:rsidRDefault="00FF39C3" w:rsidP="00FF39C3">
      <w:pPr>
        <w:pStyle w:val="Caption"/>
        <w:rPr>
          <w:rFonts w:ascii="Arial" w:hAnsi="Arial" w:cs="Arial"/>
          <w:color w:val="00AEEF" w:themeColor="text1"/>
          <w:sz w:val="40"/>
          <w:szCs w:val="40"/>
        </w:rPr>
      </w:pPr>
      <w:r w:rsidRPr="00965777">
        <w:rPr>
          <w:rFonts w:ascii="Arial" w:hAnsi="Arial" w:cs="Arial"/>
          <w:color w:val="00AEEF" w:themeColor="text1"/>
          <w:sz w:val="40"/>
          <w:szCs w:val="40"/>
        </w:rPr>
        <w:t>Project deliverables</w:t>
      </w:r>
    </w:p>
    <w:tbl>
      <w:tblPr>
        <w:tblStyle w:val="HERATableStyle1"/>
        <w:tblW w:w="9493" w:type="dxa"/>
        <w:tblLook w:val="04A0" w:firstRow="1" w:lastRow="0" w:firstColumn="1" w:lastColumn="0" w:noHBand="0" w:noVBand="1"/>
      </w:tblPr>
      <w:tblGrid>
        <w:gridCol w:w="7650"/>
        <w:gridCol w:w="1843"/>
      </w:tblGrid>
      <w:tr w:rsidR="00FF39C3" w:rsidRPr="00965777" w14:paraId="43389EBD" w14:textId="77777777" w:rsidTr="00FF39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721998B3" w14:textId="77777777" w:rsidR="00FF39C3" w:rsidRPr="00965777" w:rsidRDefault="00FF39C3" w:rsidP="002E0A9F">
            <w:pPr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>Deliverable</w:t>
            </w:r>
          </w:p>
        </w:tc>
        <w:tc>
          <w:tcPr>
            <w:tcW w:w="1843" w:type="dxa"/>
          </w:tcPr>
          <w:p w14:paraId="5B03FE1E" w14:textId="774F5654" w:rsidR="00FF39C3" w:rsidRPr="00965777" w:rsidRDefault="00682002" w:rsidP="00FF39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965777">
              <w:rPr>
                <w:rFonts w:ascii="Arial" w:hAnsi="Arial" w:cs="Arial"/>
                <w:color w:val="FFFFFF" w:themeColor="background1"/>
              </w:rPr>
              <w:t xml:space="preserve">Due </w:t>
            </w:r>
            <w:r w:rsidR="00FF39C3" w:rsidRPr="00965777">
              <w:rPr>
                <w:rFonts w:ascii="Arial" w:hAnsi="Arial" w:cs="Arial"/>
                <w:color w:val="FFFFFF" w:themeColor="background1"/>
              </w:rPr>
              <w:t>Date</w:t>
            </w:r>
          </w:p>
        </w:tc>
      </w:tr>
      <w:tr w:rsidR="00FF39C3" w:rsidRPr="00965777" w14:paraId="1412FD5F" w14:textId="77777777" w:rsidTr="00FF39C3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uto"/>
          </w:tcPr>
          <w:p w14:paraId="6E2E8A54" w14:textId="77777777" w:rsidR="00FF39C3" w:rsidRPr="00965777" w:rsidRDefault="00FF39C3" w:rsidP="00FF39C3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[Insert description here]</w:t>
            </w:r>
          </w:p>
        </w:tc>
        <w:tc>
          <w:tcPr>
            <w:tcW w:w="1843" w:type="dxa"/>
          </w:tcPr>
          <w:p w14:paraId="0A7DB846" w14:textId="77777777" w:rsidR="00FF39C3" w:rsidRPr="00965777" w:rsidRDefault="00FF39C3" w:rsidP="002E0A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9C3" w:rsidRPr="00965777" w14:paraId="54D168E8" w14:textId="77777777" w:rsidTr="00FF39C3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uto"/>
          </w:tcPr>
          <w:p w14:paraId="378ED1DF" w14:textId="77777777" w:rsidR="00FF39C3" w:rsidRPr="00965777" w:rsidRDefault="00FF39C3" w:rsidP="00FF39C3">
            <w:pPr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[Insert description here]</w:t>
            </w:r>
          </w:p>
        </w:tc>
        <w:tc>
          <w:tcPr>
            <w:tcW w:w="1843" w:type="dxa"/>
          </w:tcPr>
          <w:p w14:paraId="7D161FDD" w14:textId="77777777" w:rsidR="00FF39C3" w:rsidRPr="00965777" w:rsidRDefault="00FF39C3" w:rsidP="002E0A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9C3" w:rsidRPr="00965777" w14:paraId="6B84A2E5" w14:textId="77777777" w:rsidTr="00FF39C3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uto"/>
          </w:tcPr>
          <w:p w14:paraId="00B25D6F" w14:textId="77777777" w:rsidR="00FF39C3" w:rsidRPr="00965777" w:rsidRDefault="00FF39C3" w:rsidP="00FF39C3">
            <w:pPr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[Insert description here]</w:t>
            </w:r>
          </w:p>
        </w:tc>
        <w:tc>
          <w:tcPr>
            <w:tcW w:w="1843" w:type="dxa"/>
          </w:tcPr>
          <w:p w14:paraId="55B713EF" w14:textId="77777777" w:rsidR="00FF39C3" w:rsidRPr="00965777" w:rsidRDefault="00FF39C3" w:rsidP="002E0A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9C3" w:rsidRPr="00965777" w14:paraId="67571BB2" w14:textId="77777777" w:rsidTr="00FF39C3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uto"/>
          </w:tcPr>
          <w:p w14:paraId="5A6A2626" w14:textId="77777777" w:rsidR="00FF39C3" w:rsidRPr="00965777" w:rsidRDefault="00FF39C3" w:rsidP="00FF39C3">
            <w:pPr>
              <w:rPr>
                <w:rFonts w:ascii="Arial" w:hAnsi="Arial" w:cs="Arial"/>
                <w:sz w:val="18"/>
                <w:szCs w:val="18"/>
              </w:rPr>
            </w:pPr>
            <w:r w:rsidRPr="00965777">
              <w:rPr>
                <w:rFonts w:ascii="Arial" w:hAnsi="Arial" w:cs="Arial"/>
                <w:b w:val="0"/>
                <w:sz w:val="18"/>
                <w:szCs w:val="18"/>
              </w:rPr>
              <w:t>[Insert description here]</w:t>
            </w:r>
          </w:p>
        </w:tc>
        <w:tc>
          <w:tcPr>
            <w:tcW w:w="1843" w:type="dxa"/>
          </w:tcPr>
          <w:p w14:paraId="35465C7E" w14:textId="77777777" w:rsidR="00FF39C3" w:rsidRPr="00965777" w:rsidRDefault="00FF39C3" w:rsidP="002E0A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CE7846" w14:textId="77777777" w:rsidR="00FF39C3" w:rsidRPr="00965777" w:rsidRDefault="00FF39C3" w:rsidP="008E16B1">
      <w:pPr>
        <w:spacing w:line="240" w:lineRule="auto"/>
        <w:rPr>
          <w:rFonts w:ascii="Arial" w:hAnsi="Arial" w:cs="Arial"/>
          <w:color w:val="636467" w:themeColor="text2"/>
        </w:rPr>
      </w:pPr>
    </w:p>
    <w:p w14:paraId="72E8CB86" w14:textId="77777777" w:rsidR="00A86A4C" w:rsidRPr="00965777" w:rsidRDefault="00A86A4C" w:rsidP="00A86A4C">
      <w:pPr>
        <w:pStyle w:val="Caption"/>
        <w:rPr>
          <w:rFonts w:ascii="Arial" w:hAnsi="Arial" w:cs="Arial"/>
          <w:color w:val="00AEEF" w:themeColor="text1"/>
          <w:sz w:val="40"/>
          <w:szCs w:val="40"/>
        </w:rPr>
      </w:pPr>
      <w:r w:rsidRPr="00965777">
        <w:rPr>
          <w:rFonts w:ascii="Arial" w:hAnsi="Arial" w:cs="Arial"/>
          <w:color w:val="00AEEF" w:themeColor="text1"/>
          <w:sz w:val="40"/>
          <w:szCs w:val="40"/>
        </w:rPr>
        <w:t>Risks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9"/>
      </w:tblGrid>
      <w:tr w:rsidR="00A86A4C" w:rsidRPr="00965777" w14:paraId="5C583F19" w14:textId="77777777" w:rsidTr="002E0A9F">
        <w:tc>
          <w:tcPr>
            <w:tcW w:w="9479" w:type="dxa"/>
          </w:tcPr>
          <w:p w14:paraId="67D4D96D" w14:textId="77777777" w:rsidR="00A86A4C" w:rsidRPr="00965777" w:rsidRDefault="00A86A4C" w:rsidP="002E0A9F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</w:rPr>
              <w:lastRenderedPageBreak/>
              <w:t xml:space="preserve">What reputational, safety, legal, conflict, technical commercial </w:t>
            </w:r>
            <w:proofErr w:type="spellStart"/>
            <w:r w:rsidRPr="00965777">
              <w:rPr>
                <w:rFonts w:ascii="Arial" w:hAnsi="Arial" w:cs="Arial"/>
              </w:rPr>
              <w:t>etc</w:t>
            </w:r>
            <w:proofErr w:type="spellEnd"/>
            <w:r w:rsidRPr="00965777">
              <w:rPr>
                <w:rFonts w:ascii="Arial" w:hAnsi="Arial" w:cs="Arial"/>
              </w:rPr>
              <w:t xml:space="preserve"> risks will HERA be exposed to by supporting or not supporting this project? Please include any conflicts of interest.</w:t>
            </w:r>
          </w:p>
          <w:p w14:paraId="6BA60D47" w14:textId="77777777" w:rsidR="00A86A4C" w:rsidRPr="00965777" w:rsidRDefault="00A86A4C" w:rsidP="002E0A9F">
            <w:pPr>
              <w:rPr>
                <w:rFonts w:ascii="Arial" w:hAnsi="Arial" w:cs="Arial"/>
              </w:rPr>
            </w:pPr>
            <w:r w:rsidRPr="00965777">
              <w:rPr>
                <w:rFonts w:ascii="Arial" w:hAnsi="Arial" w:cs="Arial"/>
                <w:highlight w:val="yellow"/>
              </w:rPr>
              <w:t>[insert here]</w:t>
            </w:r>
          </w:p>
        </w:tc>
      </w:tr>
    </w:tbl>
    <w:p w14:paraId="407987E9" w14:textId="77777777" w:rsidR="00A86A4C" w:rsidRPr="00965777" w:rsidRDefault="00A86A4C" w:rsidP="008E16B1">
      <w:pPr>
        <w:spacing w:line="240" w:lineRule="auto"/>
        <w:rPr>
          <w:rFonts w:ascii="Arial" w:hAnsi="Arial" w:cs="Arial"/>
          <w:color w:val="636467" w:themeColor="text2"/>
        </w:rPr>
      </w:pPr>
    </w:p>
    <w:sectPr w:rsidR="00A86A4C" w:rsidRPr="00965777" w:rsidSect="00681F14">
      <w:headerReference w:type="default" r:id="rId7"/>
      <w:footerReference w:type="default" r:id="rId8"/>
      <w:pgSz w:w="11900" w:h="16840"/>
      <w:pgMar w:top="1701" w:right="851" w:bottom="1701" w:left="15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95C6F" w14:textId="77777777" w:rsidR="00EB5C3D" w:rsidRDefault="00EB5C3D" w:rsidP="00B42F54">
      <w:pPr>
        <w:spacing w:after="0" w:line="240" w:lineRule="auto"/>
      </w:pPr>
      <w:r>
        <w:separator/>
      </w:r>
    </w:p>
  </w:endnote>
  <w:endnote w:type="continuationSeparator" w:id="0">
    <w:p w14:paraId="7E950ABF" w14:textId="77777777" w:rsidR="00EB5C3D" w:rsidRDefault="00EB5C3D" w:rsidP="00B4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old">
    <w:altName w:val="Roboto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7A42C" w14:textId="77777777" w:rsidR="00B42F54" w:rsidRDefault="00851C89">
    <w:pPr>
      <w:pStyle w:val="Footer"/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103A11" wp14:editId="13905626">
              <wp:simplePos x="0" y="0"/>
              <wp:positionH relativeFrom="margin">
                <wp:align>left</wp:align>
              </wp:positionH>
              <wp:positionV relativeFrom="page">
                <wp:posOffset>10081260</wp:posOffset>
              </wp:positionV>
              <wp:extent cx="2970530" cy="336550"/>
              <wp:effectExtent l="0" t="3810" r="127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0530" cy="336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67DEFF" w14:textId="77777777" w:rsidR="00B42F54" w:rsidRPr="00054ADD" w:rsidRDefault="00B42F54" w:rsidP="00B42F54">
                          <w:pPr>
                            <w:spacing w:line="180" w:lineRule="exact"/>
                            <w:rPr>
                              <w:color w:val="636467" w:themeColor="text2"/>
                              <w:sz w:val="14"/>
                              <w:szCs w:val="14"/>
                            </w:rPr>
                          </w:pPr>
                          <w:r w:rsidRPr="00054ADD">
                            <w:rPr>
                              <w:rFonts w:asciiTheme="majorHAnsi" w:hAnsiTheme="majorHAnsi"/>
                              <w:color w:val="636467" w:themeColor="text2"/>
                              <w:sz w:val="14"/>
                              <w:szCs w:val="14"/>
                            </w:rPr>
                            <w:t>HERA House,</w:t>
                          </w:r>
                          <w:r w:rsidRPr="00054ADD">
                            <w:rPr>
                              <w:color w:val="636467" w:themeColor="text2"/>
                              <w:sz w:val="14"/>
                              <w:szCs w:val="14"/>
                            </w:rPr>
                            <w:t xml:space="preserve"> 17-19 Gladding Place, </w:t>
                          </w:r>
                          <w:r w:rsidR="00C5073A">
                            <w:rPr>
                              <w:color w:val="636467" w:themeColor="text2"/>
                              <w:sz w:val="14"/>
                              <w:szCs w:val="14"/>
                            </w:rPr>
                            <w:t>Manukau 2104 | PO Box 76-134</w:t>
                          </w:r>
                          <w:r w:rsidRPr="00054ADD">
                            <w:rPr>
                              <w:color w:val="636467" w:themeColor="text2"/>
                              <w:sz w:val="14"/>
                              <w:szCs w:val="14"/>
                            </w:rPr>
                            <w:t xml:space="preserve"> Manukau 2241</w:t>
                          </w:r>
                          <w:r w:rsidR="00C5073A">
                            <w:rPr>
                              <w:color w:val="636467" w:themeColor="text2"/>
                              <w:sz w:val="14"/>
                              <w:szCs w:val="14"/>
                            </w:rPr>
                            <w:t xml:space="preserve"> | </w:t>
                          </w:r>
                          <w:r w:rsidRPr="00054ADD">
                            <w:rPr>
                              <w:color w:val="636467" w:themeColor="text2"/>
                              <w:sz w:val="14"/>
                              <w:szCs w:val="14"/>
                            </w:rPr>
                            <w:t xml:space="preserve">Auckland, New Zealand   </w:t>
                          </w:r>
                          <w:r w:rsidR="00C5073A">
                            <w:rPr>
                              <w:color w:val="636467" w:themeColor="text2"/>
                              <w:sz w:val="14"/>
                              <w:szCs w:val="14"/>
                            </w:rPr>
                            <w:t xml:space="preserve">      </w:t>
                          </w:r>
                          <w:r w:rsidRPr="00054ADD">
                            <w:rPr>
                              <w:rFonts w:asciiTheme="majorHAnsi" w:hAnsiTheme="majorHAnsi"/>
                              <w:color w:val="636467" w:themeColor="text2"/>
                              <w:sz w:val="14"/>
                              <w:szCs w:val="14"/>
                            </w:rPr>
                            <w:t>Phone</w:t>
                          </w:r>
                          <w:r w:rsidRPr="00054ADD">
                            <w:rPr>
                              <w:color w:val="636467" w:themeColor="text2"/>
                              <w:sz w:val="14"/>
                              <w:szCs w:val="14"/>
                            </w:rPr>
                            <w:t xml:space="preserve"> +64 9 262 2885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103A1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793.8pt;width:233.9pt;height:26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" stroked="f">
              <v:textbox style="mso-fit-shape-to-text:t" inset="0,0,0,0">
                <w:txbxContent>
                  <w:p w14:paraId="5467DEFF" w14:textId="77777777" w:rsidR="00B42F54" w:rsidRPr="00054ADD" w:rsidRDefault="00B42F54" w:rsidP="00B42F54">
                    <w:pPr>
                      <w:spacing w:line="180" w:lineRule="exact"/>
                      <w:rPr>
                        <w:color w:val="636467" w:themeColor="text2"/>
                        <w:sz w:val="14"/>
                        <w:szCs w:val="14"/>
                      </w:rPr>
                    </w:pPr>
                    <w:r w:rsidRPr="00054ADD">
                      <w:rPr>
                        <w:rFonts w:asciiTheme="majorHAnsi" w:hAnsiTheme="majorHAnsi"/>
                        <w:color w:val="636467" w:themeColor="text2"/>
                        <w:sz w:val="14"/>
                        <w:szCs w:val="14"/>
                      </w:rPr>
                      <w:t>HERA House,</w:t>
                    </w:r>
                    <w:r w:rsidRPr="00054ADD">
                      <w:rPr>
                        <w:color w:val="636467" w:themeColor="text2"/>
                        <w:sz w:val="14"/>
                        <w:szCs w:val="14"/>
                      </w:rPr>
                      <w:t xml:space="preserve"> 17-19 Gladding Place, </w:t>
                    </w:r>
                    <w:r w:rsidR="00C5073A">
                      <w:rPr>
                        <w:color w:val="636467" w:themeColor="text2"/>
                        <w:sz w:val="14"/>
                        <w:szCs w:val="14"/>
                      </w:rPr>
                      <w:t>Manukau 2104 | PO Box 76-134</w:t>
                    </w:r>
                    <w:r w:rsidRPr="00054ADD">
                      <w:rPr>
                        <w:color w:val="636467" w:themeColor="text2"/>
                        <w:sz w:val="14"/>
                        <w:szCs w:val="14"/>
                      </w:rPr>
                      <w:t xml:space="preserve"> Manukau 2241</w:t>
                    </w:r>
                    <w:r w:rsidR="00C5073A">
                      <w:rPr>
                        <w:color w:val="636467" w:themeColor="text2"/>
                        <w:sz w:val="14"/>
                        <w:szCs w:val="14"/>
                      </w:rPr>
                      <w:t xml:space="preserve"> | </w:t>
                    </w:r>
                    <w:r w:rsidRPr="00054ADD">
                      <w:rPr>
                        <w:color w:val="636467" w:themeColor="text2"/>
                        <w:sz w:val="14"/>
                        <w:szCs w:val="14"/>
                      </w:rPr>
                      <w:t xml:space="preserve">Auckland, New Zealand   </w:t>
                    </w:r>
                    <w:r w:rsidR="00C5073A">
                      <w:rPr>
                        <w:color w:val="636467" w:themeColor="text2"/>
                        <w:sz w:val="14"/>
                        <w:szCs w:val="14"/>
                      </w:rPr>
                      <w:t xml:space="preserve">      </w:t>
                    </w:r>
                    <w:r w:rsidRPr="00054ADD">
                      <w:rPr>
                        <w:rFonts w:asciiTheme="majorHAnsi" w:hAnsiTheme="majorHAnsi"/>
                        <w:color w:val="636467" w:themeColor="text2"/>
                        <w:sz w:val="14"/>
                        <w:szCs w:val="14"/>
                      </w:rPr>
                      <w:t>Phone</w:t>
                    </w:r>
                    <w:r w:rsidRPr="00054ADD">
                      <w:rPr>
                        <w:color w:val="636467" w:themeColor="text2"/>
                        <w:sz w:val="14"/>
                        <w:szCs w:val="14"/>
                      </w:rPr>
                      <w:t xml:space="preserve"> +64 9 262 2885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42F54">
      <w:rPr>
        <w:noProof/>
        <w:lang w:val="en-NZ" w:eastAsia="en-NZ"/>
      </w:rPr>
      <w:drawing>
        <wp:anchor distT="0" distB="0" distL="114300" distR="114300" simplePos="0" relativeHeight="251661312" behindDoc="0" locked="0" layoutInCell="1" allowOverlap="1" wp14:anchorId="2345BD95" wp14:editId="4586C56F">
          <wp:simplePos x="0" y="0"/>
          <wp:positionH relativeFrom="page">
            <wp:posOffset>7129145</wp:posOffset>
          </wp:positionH>
          <wp:positionV relativeFrom="page">
            <wp:posOffset>10081260</wp:posOffset>
          </wp:positionV>
          <wp:extent cx="436245" cy="251460"/>
          <wp:effectExtent l="19050" t="0" r="1905" b="0"/>
          <wp:wrapNone/>
          <wp:docPr id="85" name="Picture 1" descr="HERA-wedge-A4-letterhe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RA-wedge-A4-letterhe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6245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511807" wp14:editId="6813A32D">
              <wp:simplePos x="0" y="0"/>
              <wp:positionH relativeFrom="margin">
                <wp:align>right</wp:align>
              </wp:positionH>
              <wp:positionV relativeFrom="page">
                <wp:posOffset>10153015</wp:posOffset>
              </wp:positionV>
              <wp:extent cx="987425" cy="222250"/>
              <wp:effectExtent l="1270" t="0" r="190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7425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25F07E" w14:textId="77777777" w:rsidR="00B42F54" w:rsidRPr="00054ADD" w:rsidRDefault="00B42F54" w:rsidP="00B42F54">
                          <w:pPr>
                            <w:spacing w:line="180" w:lineRule="exact"/>
                            <w:jc w:val="right"/>
                            <w:rPr>
                              <w:color w:val="636467" w:themeColor="text2"/>
                              <w:sz w:val="18"/>
                              <w:szCs w:val="18"/>
                            </w:rPr>
                          </w:pPr>
                          <w:r w:rsidRPr="00054ADD">
                            <w:rPr>
                              <w:rFonts w:asciiTheme="majorHAnsi" w:hAnsiTheme="majorHAnsi"/>
                              <w:color w:val="636467" w:themeColor="text2"/>
                              <w:sz w:val="18"/>
                              <w:szCs w:val="18"/>
                            </w:rPr>
                            <w:t>www.hera.org.nz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511807" id="Text Box 2" o:spid="_x0000_s1027" type="#_x0000_t202" style="position:absolute;margin-left:26.55pt;margin-top:799.45pt;width:77.75pt;height:17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" stroked="f">
              <v:textbox style="mso-fit-shape-to-text:t" inset="0,0,0,0">
                <w:txbxContent>
                  <w:p w14:paraId="2825F07E" w14:textId="77777777" w:rsidR="00B42F54" w:rsidRPr="00054ADD" w:rsidRDefault="00B42F54" w:rsidP="00B42F54">
                    <w:pPr>
                      <w:spacing w:line="180" w:lineRule="exact"/>
                      <w:jc w:val="right"/>
                      <w:rPr>
                        <w:color w:val="636467" w:themeColor="text2"/>
                        <w:sz w:val="18"/>
                        <w:szCs w:val="18"/>
                      </w:rPr>
                    </w:pPr>
                    <w:r w:rsidRPr="00054ADD">
                      <w:rPr>
                        <w:rFonts w:asciiTheme="majorHAnsi" w:hAnsiTheme="majorHAnsi"/>
                        <w:color w:val="636467" w:themeColor="text2"/>
                        <w:sz w:val="18"/>
                        <w:szCs w:val="18"/>
                      </w:rPr>
                      <w:t>www.hera.org.nz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CE44D" w14:textId="77777777" w:rsidR="00EB5C3D" w:rsidRDefault="00EB5C3D" w:rsidP="00B42F54">
      <w:pPr>
        <w:spacing w:after="0" w:line="240" w:lineRule="auto"/>
      </w:pPr>
      <w:r>
        <w:separator/>
      </w:r>
    </w:p>
  </w:footnote>
  <w:footnote w:type="continuationSeparator" w:id="0">
    <w:p w14:paraId="7B10C675" w14:textId="77777777" w:rsidR="00EB5C3D" w:rsidRDefault="00EB5C3D" w:rsidP="00B4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68CDC" w14:textId="77777777" w:rsidR="00B42F54" w:rsidRDefault="00681F14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63360" behindDoc="0" locked="0" layoutInCell="1" allowOverlap="1" wp14:anchorId="330CFB66" wp14:editId="14155951">
          <wp:simplePos x="0" y="0"/>
          <wp:positionH relativeFrom="column">
            <wp:posOffset>4191000</wp:posOffset>
          </wp:positionH>
          <wp:positionV relativeFrom="paragraph">
            <wp:posOffset>-44450</wp:posOffset>
          </wp:positionV>
          <wp:extent cx="2497863" cy="967740"/>
          <wp:effectExtent l="0" t="0" r="0" b="3810"/>
          <wp:wrapNone/>
          <wp:docPr id="84" name="Picture 84" descr="C:\Users\knugent\Desktop\Logo on backgrou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nugent\Desktop\Logo on backgroun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863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E1CD4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7D1065"/>
    <w:multiLevelType w:val="hybridMultilevel"/>
    <w:tmpl w:val="353CB494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A22EA"/>
    <w:multiLevelType w:val="hybridMultilevel"/>
    <w:tmpl w:val="0F626646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6752F"/>
    <w:multiLevelType w:val="multilevel"/>
    <w:tmpl w:val="EDCA1BD2"/>
    <w:numStyleLink w:val="HERAbulletlisting"/>
  </w:abstractNum>
  <w:abstractNum w:abstractNumId="4" w15:restartNumberingAfterBreak="0">
    <w:nsid w:val="26B818E6"/>
    <w:multiLevelType w:val="hybridMultilevel"/>
    <w:tmpl w:val="EA568940"/>
    <w:lvl w:ilvl="0" w:tplc="7666BA98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00AEEF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A7E72"/>
    <w:multiLevelType w:val="multilevel"/>
    <w:tmpl w:val="EDCA1BD2"/>
    <w:styleLink w:val="HERAbulletlisting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00AEEF" w:themeColor="text1"/>
        <w:spacing w:val="40"/>
        <w:sz w:val="16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AEEF" w:themeColor="tex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F14"/>
    <w:rsid w:val="00054ADD"/>
    <w:rsid w:val="000C1508"/>
    <w:rsid w:val="000D4FED"/>
    <w:rsid w:val="001B0CA7"/>
    <w:rsid w:val="001C448B"/>
    <w:rsid w:val="002C16C9"/>
    <w:rsid w:val="003A3FA0"/>
    <w:rsid w:val="003E4039"/>
    <w:rsid w:val="00575F60"/>
    <w:rsid w:val="00586A35"/>
    <w:rsid w:val="0058728F"/>
    <w:rsid w:val="00590C21"/>
    <w:rsid w:val="005C4D1A"/>
    <w:rsid w:val="006340C6"/>
    <w:rsid w:val="00675020"/>
    <w:rsid w:val="00681F14"/>
    <w:rsid w:val="00682002"/>
    <w:rsid w:val="00741858"/>
    <w:rsid w:val="007E13F7"/>
    <w:rsid w:val="00851C89"/>
    <w:rsid w:val="00885121"/>
    <w:rsid w:val="008E16B1"/>
    <w:rsid w:val="00965777"/>
    <w:rsid w:val="009930EA"/>
    <w:rsid w:val="009B14C6"/>
    <w:rsid w:val="00A1449D"/>
    <w:rsid w:val="00A86A4C"/>
    <w:rsid w:val="00AB3430"/>
    <w:rsid w:val="00B16A25"/>
    <w:rsid w:val="00B42F54"/>
    <w:rsid w:val="00C5073A"/>
    <w:rsid w:val="00D22EF8"/>
    <w:rsid w:val="00DF465C"/>
    <w:rsid w:val="00EB5C3D"/>
    <w:rsid w:val="00FB5B30"/>
    <w:rsid w:val="00FC72D2"/>
    <w:rsid w:val="00FF39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57A487"/>
  <w15:docId w15:val="{FDE92D71-E6B9-49A5-B10C-7E26C2C5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90C21"/>
    <w:pPr>
      <w:spacing w:after="170" w:line="260" w:lineRule="exact"/>
    </w:pPr>
    <w:rPr>
      <w:color w:val="41404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C15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ListBullet">
    <w:name w:val="List Bullet"/>
    <w:basedOn w:val="Normal"/>
    <w:rsid w:val="000C1508"/>
    <w:pPr>
      <w:numPr>
        <w:numId w:val="2"/>
      </w:numPr>
      <w:spacing w:after="260"/>
      <w:ind w:left="357" w:hanging="357"/>
    </w:pPr>
  </w:style>
  <w:style w:type="paragraph" w:styleId="ListParagraph">
    <w:name w:val="List Paragraph"/>
    <w:aliases w:val="HERA List Paragraph"/>
    <w:basedOn w:val="Normal"/>
    <w:uiPriority w:val="34"/>
    <w:qFormat/>
    <w:rsid w:val="00590C21"/>
    <w:pPr>
      <w:suppressAutoHyphens/>
      <w:ind w:left="794" w:hanging="397"/>
    </w:pPr>
    <w:rPr>
      <w:szCs w:val="22"/>
    </w:rPr>
  </w:style>
  <w:style w:type="numbering" w:customStyle="1" w:styleId="HERAbulletlisting">
    <w:name w:val="HERA bullet listing"/>
    <w:uiPriority w:val="99"/>
    <w:rsid w:val="00590C21"/>
    <w:pPr>
      <w:numPr>
        <w:numId w:val="3"/>
      </w:numPr>
    </w:pPr>
  </w:style>
  <w:style w:type="paragraph" w:styleId="Header">
    <w:name w:val="header"/>
    <w:basedOn w:val="Normal"/>
    <w:link w:val="HeaderChar"/>
    <w:rsid w:val="00B4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42F54"/>
    <w:rPr>
      <w:color w:val="414042"/>
      <w:sz w:val="20"/>
    </w:rPr>
  </w:style>
  <w:style w:type="paragraph" w:styleId="Footer">
    <w:name w:val="footer"/>
    <w:basedOn w:val="Normal"/>
    <w:link w:val="FooterChar"/>
    <w:rsid w:val="00B42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42F54"/>
    <w:rPr>
      <w:color w:val="414042"/>
      <w:sz w:val="20"/>
    </w:rPr>
  </w:style>
  <w:style w:type="paragraph" w:styleId="BalloonText">
    <w:name w:val="Balloon Text"/>
    <w:basedOn w:val="Normal"/>
    <w:link w:val="BalloonTextChar"/>
    <w:rsid w:val="00B4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2F54"/>
    <w:rPr>
      <w:rFonts w:ascii="Tahoma" w:hAnsi="Tahoma" w:cs="Tahoma"/>
      <w:color w:val="414042"/>
      <w:sz w:val="16"/>
      <w:szCs w:val="16"/>
    </w:rPr>
  </w:style>
  <w:style w:type="table" w:styleId="GridTable4">
    <w:name w:val="Grid Table 4"/>
    <w:aliases w:val="HERA Table Style"/>
    <w:basedOn w:val="TableNormal"/>
    <w:uiPriority w:val="49"/>
    <w:rsid w:val="00681F14"/>
    <w:pPr>
      <w:spacing w:after="0"/>
    </w:pPr>
    <w:rPr>
      <w:color w:val="414042"/>
      <w:sz w:val="20"/>
      <w:szCs w:val="22"/>
    </w:rPr>
    <w:tblPr>
      <w:tblBorders>
        <w:top w:val="single" w:sz="4" w:space="0" w:color="414042"/>
        <w:left w:val="single" w:sz="4" w:space="0" w:color="414042"/>
        <w:bottom w:val="single" w:sz="4" w:space="0" w:color="414042"/>
        <w:right w:val="single" w:sz="4" w:space="0" w:color="414042"/>
        <w:insideH w:val="single" w:sz="4" w:space="0" w:color="414042"/>
        <w:insideV w:val="single" w:sz="4" w:space="0" w:color="414042"/>
      </w:tblBorders>
    </w:tblPr>
    <w:tcPr>
      <w:vAlign w:val="center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AEEF" w:themeFill="text1"/>
        <w:vAlign w:val="bottom"/>
      </w:tcPr>
    </w:tblStylePr>
    <w:tblStylePr w:type="lastRow">
      <w:rPr>
        <w:rFonts w:asciiTheme="minorHAnsi" w:hAnsiTheme="minorHAnsi"/>
        <w:b w:val="0"/>
        <w:bCs/>
      </w:rPr>
    </w:tblStylePr>
    <w:tblStylePr w:type="firstCol">
      <w:rPr>
        <w:rFonts w:asciiTheme="majorHAnsi" w:hAnsiTheme="majorHAnsi"/>
        <w:b/>
        <w:bCs/>
        <w:sz w:val="20"/>
      </w:rPr>
      <w:tblPr/>
      <w:tcPr>
        <w:shd w:val="clear" w:color="auto" w:fill="E6E7E8" w:themeFill="background2"/>
      </w:tc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rsid w:val="00681F1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681F14"/>
    <w:pPr>
      <w:spacing w:before="200" w:after="200" w:line="240" w:lineRule="auto"/>
    </w:pPr>
    <w:rPr>
      <w:color w:val="auto"/>
      <w:szCs w:val="22"/>
      <w:lang w:val="en-AU"/>
    </w:rPr>
  </w:style>
  <w:style w:type="character" w:customStyle="1" w:styleId="BodyTextChar">
    <w:name w:val="Body Text Char"/>
    <w:basedOn w:val="DefaultParagraphFont"/>
    <w:link w:val="BodyText"/>
    <w:rsid w:val="00681F14"/>
    <w:rPr>
      <w:sz w:val="20"/>
      <w:szCs w:val="22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5C4D1A"/>
    <w:pPr>
      <w:suppressAutoHyphens/>
      <w:spacing w:after="200" w:line="240" w:lineRule="auto"/>
    </w:pPr>
    <w:rPr>
      <w:rFonts w:asciiTheme="majorHAnsi" w:hAnsiTheme="majorHAnsi"/>
      <w:iCs/>
      <w:color w:val="636467" w:themeColor="text2"/>
      <w:sz w:val="18"/>
      <w:szCs w:val="18"/>
    </w:rPr>
  </w:style>
  <w:style w:type="table" w:customStyle="1" w:styleId="HERATableStyle1">
    <w:name w:val="HERA Table Style1"/>
    <w:basedOn w:val="TableNormal"/>
    <w:next w:val="GridTable4"/>
    <w:uiPriority w:val="49"/>
    <w:rsid w:val="00FF39C3"/>
    <w:pPr>
      <w:spacing w:after="0"/>
    </w:pPr>
    <w:rPr>
      <w:color w:val="414042"/>
      <w:sz w:val="20"/>
      <w:szCs w:val="22"/>
    </w:rPr>
    <w:tblPr>
      <w:tblBorders>
        <w:top w:val="single" w:sz="4" w:space="0" w:color="414042"/>
        <w:left w:val="single" w:sz="4" w:space="0" w:color="414042"/>
        <w:bottom w:val="single" w:sz="4" w:space="0" w:color="414042"/>
        <w:right w:val="single" w:sz="4" w:space="0" w:color="414042"/>
        <w:insideH w:val="single" w:sz="4" w:space="0" w:color="414042"/>
        <w:insideV w:val="single" w:sz="4" w:space="0" w:color="414042"/>
      </w:tblBorders>
    </w:tblPr>
    <w:tcPr>
      <w:vAlign w:val="center"/>
    </w:tcPr>
    <w:tblStylePr w:type="firstRow">
      <w:pPr>
        <w:jc w:val="left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AEEF" w:themeFill="text1"/>
        <w:vAlign w:val="bottom"/>
      </w:tcPr>
    </w:tblStylePr>
    <w:tblStylePr w:type="lastRow">
      <w:rPr>
        <w:rFonts w:asciiTheme="minorHAnsi" w:hAnsiTheme="minorHAnsi"/>
        <w:b w:val="0"/>
        <w:bCs/>
      </w:rPr>
    </w:tblStylePr>
    <w:tblStylePr w:type="firstCol">
      <w:rPr>
        <w:rFonts w:asciiTheme="majorHAnsi" w:hAnsiTheme="majorHAnsi"/>
        <w:b/>
        <w:bCs/>
        <w:sz w:val="20"/>
      </w:rPr>
      <w:tblPr/>
      <w:tcPr>
        <w:shd w:val="clear" w:color="auto" w:fill="E6E7E8" w:themeFill="background2"/>
      </w:tc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HRA-AKL-SBS-01\Shared\HERA%20Shared\01.%20New%20tools%20for%20a%20new%20HERA\Hera%20Templates\Letterhead%20template_WithLogo.dotx" TargetMode="External"/></Relationships>
</file>

<file path=word/theme/theme1.xml><?xml version="1.0" encoding="utf-8"?>
<a:theme xmlns:a="http://schemas.openxmlformats.org/drawingml/2006/main" name="HERA">
  <a:themeElements>
    <a:clrScheme name="HERA">
      <a:dk1>
        <a:srgbClr val="00AEEF"/>
      </a:dk1>
      <a:lt1>
        <a:srgbClr val="FFFFFF"/>
      </a:lt1>
      <a:dk2>
        <a:srgbClr val="636467"/>
      </a:dk2>
      <a:lt2>
        <a:srgbClr val="E6E7E8"/>
      </a:lt2>
      <a:accent1>
        <a:srgbClr val="204789"/>
      </a:accent1>
      <a:accent2>
        <a:srgbClr val="6266AF"/>
      </a:accent2>
      <a:accent3>
        <a:srgbClr val="19BECF"/>
      </a:accent3>
      <a:accent4>
        <a:srgbClr val="51AB77"/>
      </a:accent4>
      <a:accent5>
        <a:srgbClr val="A7BD39"/>
      </a:accent5>
      <a:accent6>
        <a:srgbClr val="A9CEB2"/>
      </a:accent6>
      <a:hlink>
        <a:srgbClr val="00AEEF"/>
      </a:hlink>
      <a:folHlink>
        <a:srgbClr val="00AEEF"/>
      </a:folHlink>
    </a:clrScheme>
    <a:fontScheme name="HERA">
      <a:majorFont>
        <a:latin typeface="Roboto Bold"/>
        <a:ea typeface=""/>
        <a:cs typeface=""/>
      </a:majorFont>
      <a:minorFont>
        <a:latin typeface="Robo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 template_WithLogo.dotx</Template>
  <TotalTime>0</TotalTime>
  <Pages>3</Pages>
  <Words>209</Words>
  <Characters>1233</Characters>
  <Application>Microsoft Office Word</Application>
  <DocSecurity>4</DocSecurity>
  <Lines>35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Forge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Nugent</dc:creator>
  <cp:lastModifiedBy>Kim Nugent</cp:lastModifiedBy>
  <cp:revision>2</cp:revision>
  <cp:lastPrinted>2017-05-30T23:39:00Z</cp:lastPrinted>
  <dcterms:created xsi:type="dcterms:W3CDTF">2018-10-12T00:52:00Z</dcterms:created>
  <dcterms:modified xsi:type="dcterms:W3CDTF">2018-10-12T00:52:00Z</dcterms:modified>
</cp:coreProperties>
</file>